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000000"/>
  <w:body>
    <w:p w:rsidR="00E71854" w:rsidRDefault="00E71854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5.5pt;margin-top:495pt;width:660pt;height:27pt;z-index:251658240" filled="f" stroked="f" strokecolor="blue">
            <v:textbox>
              <w:txbxContent>
                <w:p w:rsidR="00E71854" w:rsidRPr="007A688E" w:rsidRDefault="00E71854" w:rsidP="007A688E">
                  <w:pPr>
                    <w:jc w:val="center"/>
                    <w:rPr>
                      <w:rFonts w:ascii="Tekton Pro" w:hAnsi="Tekton Pro"/>
                      <w:b/>
                      <w:color w:val="FFFF00"/>
                      <w:sz w:val="40"/>
                      <w:szCs w:val="40"/>
                    </w:rPr>
                  </w:pPr>
                  <w:r w:rsidRPr="007A688E">
                    <w:rPr>
                      <w:rFonts w:ascii="Tekton Pro" w:hAnsi="Tekton Pro"/>
                      <w:b/>
                      <w:color w:val="FFFF00"/>
                      <w:sz w:val="40"/>
                      <w:szCs w:val="40"/>
                    </w:rPr>
                    <w:t>LOVE ONE ANOTHER</w:t>
                  </w:r>
                </w:p>
              </w:txbxContent>
            </v:textbox>
          </v:shape>
        </w:pict>
      </w: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0" o:spid="_x0000_s1027" type="#_x0000_t75" alt="COLLAGE (EDTECH).jpg" style="position:absolute;margin-left:-50.45pt;margin-top:-19.3pt;width:757.85pt;height:505.5pt;z-index:251657216;visibility:visible">
            <v:imagedata r:id="rId4" o:title=""/>
          </v:shape>
        </w:pict>
      </w:r>
    </w:p>
    <w:sectPr w:rsidR="00E71854" w:rsidSect="003D3BF4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ekton Pro">
    <w:panose1 w:val="00000000000000000000"/>
    <w:charset w:val="00"/>
    <w:family w:val="swiss"/>
    <w:notTrueType/>
    <w:pitch w:val="variable"/>
    <w:sig w:usb0="00000007" w:usb1="00000001" w:usb2="00000000" w:usb3="00000000" w:csb0="000000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1"/>
  <w:displayBackgroundShape/>
  <w:defaultTabStop w:val="720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D3BF4"/>
    <w:rsid w:val="001D6621"/>
    <w:rsid w:val="00255DE0"/>
    <w:rsid w:val="002F17C5"/>
    <w:rsid w:val="003150F5"/>
    <w:rsid w:val="003D3BF4"/>
    <w:rsid w:val="00553E84"/>
    <w:rsid w:val="007A688E"/>
    <w:rsid w:val="00B97C09"/>
    <w:rsid w:val="00C22A82"/>
    <w:rsid w:val="00DB5DD9"/>
    <w:rsid w:val="00E718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6621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3D3B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D3BF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1</Pages>
  <Words>0</Words>
  <Characters>2</Characters>
  <Application>Microsoft Office Outlook</Application>
  <DocSecurity>0</DocSecurity>
  <Lines>0</Lines>
  <Paragraphs>0</Paragraphs>
  <ScaleCrop>false</ScaleCrop>
  <Company>Deftones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Ramirez</dc:creator>
  <cp:keywords/>
  <dc:description/>
  <cp:lastModifiedBy>Student</cp:lastModifiedBy>
  <cp:revision>2</cp:revision>
  <dcterms:created xsi:type="dcterms:W3CDTF">2012-07-11T14:24:00Z</dcterms:created>
  <dcterms:modified xsi:type="dcterms:W3CDTF">2012-07-11T14:24:00Z</dcterms:modified>
</cp:coreProperties>
</file>